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228AAA6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7E6483">
        <w:rPr>
          <w:rStyle w:val="Strong"/>
          <w:rFonts w:asciiTheme="minorHAnsi" w:hAnsiTheme="minorHAnsi" w:cstheme="minorHAnsi"/>
          <w:lang w:val="en-GB"/>
        </w:rPr>
        <w:t>24-G001-23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71007910" w14:textId="26B3A5C5" w:rsidR="00AE2CB3" w:rsidRPr="00AE2CB3" w:rsidRDefault="005B666D" w:rsidP="00C44890">
      <w:pPr>
        <w:pStyle w:val="Heading3"/>
        <w:rPr>
          <w:rFonts w:cs="Calibri"/>
          <w:b w:val="0"/>
          <w:bCs/>
          <w:lang w:val="en-GB"/>
        </w:rPr>
      </w:pPr>
      <w:bookmarkStart w:id="5" w:name="_Toc312171709"/>
      <w:r>
        <w:rPr>
          <w:rFonts w:cs="Calibri"/>
          <w:b w:val="0"/>
          <w:bCs/>
          <w:lang w:val="en-GB"/>
        </w:rPr>
        <w:t xml:space="preserve">This tender </w:t>
      </w:r>
      <w:r w:rsidR="009635EF">
        <w:rPr>
          <w:rFonts w:cs="Calibri"/>
          <w:b w:val="0"/>
          <w:bCs/>
          <w:lang w:val="en-GB"/>
        </w:rPr>
        <w:t xml:space="preserve">is </w:t>
      </w:r>
      <w:r w:rsidR="003A0CE3">
        <w:rPr>
          <w:rFonts w:cs="Calibri"/>
          <w:b w:val="0"/>
          <w:bCs/>
          <w:lang w:val="en-GB"/>
        </w:rPr>
        <w:t>preferable</w:t>
      </w:r>
      <w:r w:rsidR="009635EF">
        <w:rPr>
          <w:rFonts w:cs="Calibri"/>
          <w:b w:val="0"/>
          <w:bCs/>
          <w:lang w:val="en-GB"/>
        </w:rPr>
        <w:t xml:space="preserve"> </w:t>
      </w:r>
      <w:r>
        <w:rPr>
          <w:rFonts w:cs="Calibri"/>
          <w:b w:val="0"/>
          <w:bCs/>
          <w:lang w:val="en-GB"/>
        </w:rPr>
        <w:t>for the</w:t>
      </w:r>
      <w:r w:rsidR="009635EF">
        <w:rPr>
          <w:rFonts w:cs="Calibri"/>
          <w:b w:val="0"/>
          <w:bCs/>
          <w:lang w:val="en-GB"/>
        </w:rPr>
        <w:t xml:space="preserve"> purchase</w:t>
      </w:r>
      <w:r>
        <w:rPr>
          <w:rFonts w:cs="Calibri"/>
          <w:b w:val="0"/>
          <w:bCs/>
          <w:lang w:val="en-GB"/>
        </w:rPr>
        <w:t xml:space="preserve"> of</w:t>
      </w:r>
      <w:r w:rsidR="009635EF">
        <w:rPr>
          <w:rFonts w:cs="Calibri"/>
          <w:b w:val="0"/>
          <w:bCs/>
          <w:lang w:val="en-GB"/>
        </w:rPr>
        <w:t xml:space="preserve"> one brand new </w:t>
      </w:r>
      <w:r>
        <w:rPr>
          <w:rFonts w:cs="Calibri"/>
          <w:b w:val="0"/>
          <w:bCs/>
          <w:lang w:val="en-GB"/>
        </w:rPr>
        <w:t xml:space="preserve">Toyota </w:t>
      </w:r>
      <w:proofErr w:type="spellStart"/>
      <w:r>
        <w:rPr>
          <w:rFonts w:cs="Calibri"/>
          <w:b w:val="0"/>
          <w:bCs/>
          <w:lang w:val="en-GB"/>
        </w:rPr>
        <w:t>Hiace</w:t>
      </w:r>
      <w:proofErr w:type="spellEnd"/>
      <w:r>
        <w:rPr>
          <w:rFonts w:cs="Calibri"/>
          <w:b w:val="0"/>
          <w:bCs/>
          <w:lang w:val="en-GB"/>
        </w:rPr>
        <w:t xml:space="preserve"> with 16 seats. The Ministry </w:t>
      </w:r>
      <w:r w:rsidR="00104008">
        <w:rPr>
          <w:rFonts w:cs="Calibri"/>
          <w:b w:val="0"/>
          <w:bCs/>
          <w:lang w:val="en-GB"/>
        </w:rPr>
        <w:t>intends to</w:t>
      </w:r>
      <w:r>
        <w:rPr>
          <w:rFonts w:cs="Calibri"/>
          <w:b w:val="0"/>
          <w:bCs/>
          <w:lang w:val="en-GB"/>
        </w:rPr>
        <w:t xml:space="preserve"> purchase this vehicle brand as it is more quality, common in Tarawa and have many spare parts available </w:t>
      </w:r>
      <w:r w:rsidR="006E5C11">
        <w:rPr>
          <w:rFonts w:cs="Calibri"/>
          <w:b w:val="0"/>
          <w:bCs/>
          <w:lang w:val="en-GB"/>
        </w:rPr>
        <w:t>in stock in Tarawa.</w:t>
      </w:r>
      <w:r w:rsidR="00104008">
        <w:rPr>
          <w:rFonts w:cs="Calibri"/>
          <w:b w:val="0"/>
          <w:bCs/>
          <w:lang w:val="en-GB"/>
        </w:rPr>
        <w:t xml:space="preserve"> All parts for this vehicle </w:t>
      </w:r>
      <w:r w:rsidR="003A0CE3">
        <w:rPr>
          <w:rFonts w:cs="Calibri"/>
          <w:b w:val="0"/>
          <w:bCs/>
          <w:lang w:val="en-GB"/>
        </w:rPr>
        <w:t>are</w:t>
      </w:r>
      <w:r w:rsidR="00104008">
        <w:rPr>
          <w:rFonts w:cs="Calibri"/>
          <w:b w:val="0"/>
          <w:bCs/>
          <w:lang w:val="en-GB"/>
        </w:rPr>
        <w:t xml:space="preserve"> </w:t>
      </w:r>
      <w:bookmarkStart w:id="6" w:name="_GoBack"/>
      <w:bookmarkEnd w:id="6"/>
      <w:r w:rsidR="00104008">
        <w:rPr>
          <w:rFonts w:cs="Calibri"/>
          <w:b w:val="0"/>
          <w:bCs/>
          <w:lang w:val="en-GB"/>
        </w:rPr>
        <w:t>also easy to order from overseas suppliers.</w:t>
      </w:r>
      <w:r w:rsidR="006E5C11">
        <w:rPr>
          <w:rFonts w:cs="Calibri"/>
          <w:b w:val="0"/>
          <w:bCs/>
          <w:lang w:val="en-GB"/>
        </w:rPr>
        <w:t xml:space="preserve"> The purpose of purchasing this specified vehicle is to cater for the Ministry’s need for staff transports and official commitments</w:t>
      </w:r>
      <w:r w:rsidR="00104008">
        <w:rPr>
          <w:rFonts w:cs="Calibri"/>
          <w:b w:val="0"/>
          <w:bCs/>
          <w:lang w:val="en-GB"/>
        </w:rPr>
        <w:t xml:space="preserve"> including transporting staff to meetings, workshops and dispatching of office paper works daily</w:t>
      </w:r>
      <w:r w:rsidR="006E5C11">
        <w:rPr>
          <w:rFonts w:cs="Calibri"/>
          <w:b w:val="0"/>
          <w:bCs/>
          <w:lang w:val="en-GB"/>
        </w:rPr>
        <w:t xml:space="preserve">. Therefore, tenderers are requested to look for the best one </w:t>
      </w:r>
      <w:r w:rsidR="00032C38">
        <w:rPr>
          <w:rFonts w:cs="Calibri"/>
          <w:b w:val="0"/>
          <w:bCs/>
          <w:lang w:val="en-GB"/>
        </w:rPr>
        <w:t xml:space="preserve">that meets our </w:t>
      </w:r>
      <w:r w:rsidR="00104008">
        <w:rPr>
          <w:rFonts w:cs="Calibri"/>
          <w:b w:val="0"/>
          <w:bCs/>
          <w:lang w:val="en-GB"/>
        </w:rPr>
        <w:t>demands.</w:t>
      </w:r>
    </w:p>
    <w:p w14:paraId="000280F4" w14:textId="3AA1ECA6" w:rsidR="00C44890" w:rsidRPr="00492684" w:rsidRDefault="002A474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2EB20FA0" w14:textId="710DDDFF" w:rsidR="009635EF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04320327" w14:textId="792DB56E" w:rsidR="00AE2CB3" w:rsidRDefault="00AE2CB3" w:rsidP="00C44890">
      <w:pPr>
        <w:rPr>
          <w:lang w:val="en-GB"/>
        </w:rPr>
      </w:pPr>
      <w:r>
        <w:rPr>
          <w:lang w:val="en-GB"/>
        </w:rPr>
        <w:t xml:space="preserve">Quotes should be very detailed – </w:t>
      </w:r>
      <w:r w:rsidR="00032C38">
        <w:rPr>
          <w:lang w:val="en-GB"/>
        </w:rPr>
        <w:t xml:space="preserve">show </w:t>
      </w:r>
      <w:r>
        <w:rPr>
          <w:lang w:val="en-GB"/>
        </w:rPr>
        <w:t>warranty,</w:t>
      </w:r>
      <w:r w:rsidR="00032C38">
        <w:rPr>
          <w:lang w:val="en-GB"/>
        </w:rPr>
        <w:t xml:space="preserve"> </w:t>
      </w:r>
      <w:r>
        <w:rPr>
          <w:lang w:val="en-GB"/>
        </w:rPr>
        <w:t xml:space="preserve">spare </w:t>
      </w:r>
      <w:r w:rsidR="009635EF">
        <w:rPr>
          <w:lang w:val="en-GB"/>
        </w:rPr>
        <w:t>tyre to be included, spare parts can be provided</w:t>
      </w:r>
      <w:r w:rsidR="00032C38">
        <w:rPr>
          <w:lang w:val="en-GB"/>
        </w:rPr>
        <w:t>, other relevant details</w:t>
      </w:r>
      <w:r w:rsidR="009635EF">
        <w:rPr>
          <w:lang w:val="en-GB"/>
        </w:rPr>
        <w:t xml:space="preserve">. </w:t>
      </w:r>
    </w:p>
    <w:p w14:paraId="658E7576" w14:textId="6BCD88C0" w:rsidR="009635EF" w:rsidRPr="00492684" w:rsidRDefault="009635EF" w:rsidP="00C44890">
      <w:pPr>
        <w:rPr>
          <w:lang w:val="en-GB"/>
        </w:rPr>
      </w:pPr>
      <w:r>
        <w:rPr>
          <w:lang w:val="en-GB"/>
        </w:rPr>
        <w:t xml:space="preserve">The </w:t>
      </w:r>
      <w:r w:rsidR="00032C38">
        <w:rPr>
          <w:lang w:val="en-GB"/>
        </w:rPr>
        <w:t xml:space="preserve">image of the </w:t>
      </w:r>
      <w:r>
        <w:rPr>
          <w:lang w:val="en-GB"/>
        </w:rPr>
        <w:t xml:space="preserve">interior and exterior of the </w:t>
      </w:r>
      <w:r w:rsidR="00032C38">
        <w:rPr>
          <w:lang w:val="en-GB"/>
        </w:rPr>
        <w:t>vehicle should be clear and attached</w:t>
      </w:r>
      <w:r>
        <w:rPr>
          <w:lang w:val="en-GB"/>
        </w:rPr>
        <w:t xml:space="preserve">. 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400DB8E5" w:rsidR="00C44890" w:rsidRPr="00492684" w:rsidRDefault="009635EF" w:rsidP="00C44890">
      <w:pPr>
        <w:rPr>
          <w:lang w:val="en-GB"/>
        </w:rPr>
      </w:pPr>
      <w:r>
        <w:rPr>
          <w:lang w:val="en-GB"/>
        </w:rPr>
        <w:t>NIL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30B61408" w:rsidR="00C44890" w:rsidRPr="00492684" w:rsidRDefault="00C20BDA" w:rsidP="00C44890">
      <w:pPr>
        <w:rPr>
          <w:lang w:val="en-GB"/>
        </w:rPr>
      </w:pPr>
      <w:r>
        <w:rPr>
          <w:lang w:val="en-GB"/>
        </w:rPr>
        <w:t xml:space="preserve">The good should be available in Tarawa </w:t>
      </w:r>
      <w:r w:rsidR="006B29E1">
        <w:rPr>
          <w:lang w:val="en-GB"/>
        </w:rPr>
        <w:t xml:space="preserve">by the </w:t>
      </w:r>
      <w:r w:rsidR="00AE2CB3">
        <w:rPr>
          <w:lang w:val="en-GB"/>
        </w:rPr>
        <w:t xml:space="preserve">end week </w:t>
      </w:r>
      <w:r w:rsidR="006B29E1">
        <w:rPr>
          <w:lang w:val="en-GB"/>
        </w:rPr>
        <w:t xml:space="preserve">of November 2023. </w:t>
      </w:r>
      <w:r w:rsidR="000413AB">
        <w:rPr>
          <w:lang w:val="en-GB"/>
        </w:rPr>
        <w:t xml:space="preserve"> 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9985" w:type="dxa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978"/>
      </w:tblGrid>
      <w:tr w:rsidR="002A4740" w:rsidRPr="00492684" w14:paraId="7BA20976" w14:textId="59B94A2B" w:rsidTr="006200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978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620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commentRangeStart w:id="10"/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30DC2576" w:rsidR="002A4740" w:rsidRPr="00492684" w:rsidRDefault="006200E2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NIL</w:t>
            </w:r>
          </w:p>
        </w:tc>
        <w:tc>
          <w:tcPr>
            <w:tcW w:w="1134" w:type="dxa"/>
          </w:tcPr>
          <w:p w14:paraId="352597C6" w14:textId="0895EAF3" w:rsidR="002A4740" w:rsidRPr="00492684" w:rsidRDefault="006200E2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-</w:t>
            </w:r>
            <w:commentRangeEnd w:id="10"/>
            <w:r w:rsidR="007E6483">
              <w:rPr>
                <w:rStyle w:val="CommentReference"/>
                <w:rFonts w:ascii="Arial" w:hAnsi="Arial"/>
                <w:lang w:val="de-DE" w:eastAsia="de-DE"/>
              </w:rPr>
              <w:commentReference w:id="10"/>
            </w:r>
          </w:p>
        </w:tc>
        <w:tc>
          <w:tcPr>
            <w:tcW w:w="1559" w:type="dxa"/>
          </w:tcPr>
          <w:p w14:paraId="7E3C67F5" w14:textId="7A631FE6" w:rsidR="002A4740" w:rsidRPr="00492684" w:rsidRDefault="006200E2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978" w:type="dxa"/>
          </w:tcPr>
          <w:p w14:paraId="13B5A4AE" w14:textId="47CBC087" w:rsidR="002A4740" w:rsidRPr="00492684" w:rsidRDefault="006200E2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2A4740" w:rsidRPr="00492684" w14:paraId="774E0324" w14:textId="3A7B6733" w:rsidTr="006200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78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4"/>
      <w:footerReference w:type="default" r:id="rId15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0" w:author="Tinaai Neemia" w:date="2023-10-04T10:48:00Z" w:initials="TN">
    <w:p w14:paraId="0EF76B41" w14:textId="6B0AAB53" w:rsidR="007E6483" w:rsidRDefault="007E6483">
      <w:pPr>
        <w:pStyle w:val="CommentText"/>
      </w:pPr>
      <w:r>
        <w:rPr>
          <w:rStyle w:val="CommentReference"/>
        </w:rPr>
        <w:annotationRef/>
      </w:r>
      <w:r>
        <w:t>Please insert the brand and specification of the vehicle here. (What type of brand, how many seats, auto or manual, year of make, etc.)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F76B4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F76B41" w16cid:durableId="28C7C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05612" w14:textId="77777777" w:rsidR="00256DED" w:rsidRDefault="00256DED">
      <w:r>
        <w:separator/>
      </w:r>
    </w:p>
  </w:endnote>
  <w:endnote w:type="continuationSeparator" w:id="0">
    <w:p w14:paraId="1215120D" w14:textId="77777777" w:rsidR="00256DED" w:rsidRDefault="00256DED">
      <w:r>
        <w:continuationSeparator/>
      </w:r>
    </w:p>
  </w:endnote>
  <w:endnote w:type="continuationNotice" w:id="1">
    <w:p w14:paraId="4DC864B4" w14:textId="77777777" w:rsidR="00256DED" w:rsidRDefault="00256D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625951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E6483">
      <w:rPr>
        <w:noProof/>
      </w:rPr>
      <w:t>2023-10-04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80C85" w14:textId="77777777" w:rsidR="00256DED" w:rsidRDefault="00256DED">
      <w:r>
        <w:separator/>
      </w:r>
    </w:p>
  </w:footnote>
  <w:footnote w:type="continuationSeparator" w:id="0">
    <w:p w14:paraId="5311C434" w14:textId="77777777" w:rsidR="00256DED" w:rsidRDefault="00256DED">
      <w:r>
        <w:continuationSeparator/>
      </w:r>
    </w:p>
  </w:footnote>
  <w:footnote w:type="continuationNotice" w:id="1">
    <w:p w14:paraId="17B24C90" w14:textId="77777777" w:rsidR="00256DED" w:rsidRDefault="00256D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16A1" w14:textId="4067FB3F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7E6483">
      <w:rPr>
        <w:rStyle w:val="Strong"/>
        <w:rFonts w:asciiTheme="minorHAnsi" w:hAnsiTheme="minorHAnsi" w:cstheme="minorHAnsi"/>
        <w:lang w:val="en-GB"/>
      </w:rPr>
      <w:t>24-G001-23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3"/>
  </w:num>
  <w:num w:numId="15">
    <w:abstractNumId w:val="7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inaai Neemia">
    <w15:presenceInfo w15:providerId="AD" w15:userId="S-1-5-21-2552366920-428503372-1198248293-12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2C38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3AB"/>
    <w:rsid w:val="000418BE"/>
    <w:rsid w:val="0004259A"/>
    <w:rsid w:val="00042605"/>
    <w:rsid w:val="000436F6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008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6DED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0CE3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183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66D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0E2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9E1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5C1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D7D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48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1EB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35EF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A7D61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2CB3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0C8A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0BD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4E3B21-0D56-4C9F-A091-163FB9E2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6</cp:revision>
  <cp:lastPrinted>2013-10-18T08:32:00Z</cp:lastPrinted>
  <dcterms:created xsi:type="dcterms:W3CDTF">2023-09-28T00:32:00Z</dcterms:created>
  <dcterms:modified xsi:type="dcterms:W3CDTF">2023-10-03T22:49:00Z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